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891B5" w14:textId="6EEACFD1" w:rsidR="001E0DC9" w:rsidRPr="001E0DC9" w:rsidRDefault="005729E6" w:rsidP="001E0DC9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>
        <w:rPr>
          <w:rFonts w:ascii="Corbel" w:hAnsi="Corbel"/>
          <w:bCs/>
          <w:i/>
          <w:lang w:eastAsia="ar-SA"/>
        </w:rPr>
        <w:t xml:space="preserve"> </w:t>
      </w:r>
      <w:r w:rsidR="001E0DC9" w:rsidRPr="001E0DC9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601196">
        <w:rPr>
          <w:rFonts w:ascii="Corbel" w:hAnsi="Corbel"/>
          <w:bCs/>
          <w:i/>
          <w:lang w:eastAsia="ar-SA"/>
        </w:rPr>
        <w:t>61</w:t>
      </w:r>
      <w:r w:rsidR="001E0DC9" w:rsidRPr="001E0DC9">
        <w:rPr>
          <w:rFonts w:ascii="Corbel" w:hAnsi="Corbel"/>
          <w:bCs/>
          <w:i/>
          <w:lang w:eastAsia="ar-SA"/>
        </w:rPr>
        <w:t>/202</w:t>
      </w:r>
      <w:r w:rsidR="00601196">
        <w:rPr>
          <w:rFonts w:ascii="Corbel" w:hAnsi="Corbel"/>
          <w:bCs/>
          <w:i/>
          <w:lang w:eastAsia="ar-SA"/>
        </w:rPr>
        <w:t>5</w:t>
      </w:r>
    </w:p>
    <w:p w14:paraId="640ACE14" w14:textId="77777777" w:rsidR="001E0DC9" w:rsidRPr="001E0DC9" w:rsidRDefault="001E0DC9" w:rsidP="001E0DC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E0DC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D90CE47" w14:textId="05E885A9" w:rsidR="001E0DC9" w:rsidRPr="001E0DC9" w:rsidRDefault="001E0DC9" w:rsidP="001E0DC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E0DC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01196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E0DC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01196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7463AAF" w14:textId="77777777" w:rsidR="001E0DC9" w:rsidRPr="001E0DC9" w:rsidRDefault="001E0DC9" w:rsidP="006E244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1E0DC9">
        <w:rPr>
          <w:rFonts w:ascii="Corbel" w:hAnsi="Corbel"/>
          <w:i/>
          <w:sz w:val="20"/>
          <w:szCs w:val="20"/>
          <w:lang w:eastAsia="ar-SA"/>
        </w:rPr>
        <w:t>(skrajne daty</w:t>
      </w:r>
      <w:r w:rsidRPr="001E0DC9">
        <w:rPr>
          <w:rFonts w:ascii="Corbel" w:hAnsi="Corbel"/>
          <w:sz w:val="20"/>
          <w:szCs w:val="20"/>
          <w:lang w:eastAsia="ar-SA"/>
        </w:rPr>
        <w:t>)</w:t>
      </w:r>
    </w:p>
    <w:p w14:paraId="2C460A97" w14:textId="40CDD45E" w:rsidR="001E0DC9" w:rsidRPr="001E0DC9" w:rsidRDefault="001E0DC9" w:rsidP="001E0DC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E0DC9">
        <w:rPr>
          <w:rFonts w:ascii="Corbel" w:hAnsi="Corbel"/>
          <w:sz w:val="20"/>
          <w:szCs w:val="20"/>
          <w:lang w:eastAsia="ar-SA"/>
        </w:rPr>
        <w:t>Rok akademicki 202</w:t>
      </w:r>
      <w:r w:rsidR="00C50B4E">
        <w:rPr>
          <w:rFonts w:ascii="Corbel" w:hAnsi="Corbel"/>
          <w:sz w:val="20"/>
          <w:szCs w:val="20"/>
          <w:lang w:eastAsia="ar-SA"/>
        </w:rPr>
        <w:t>5</w:t>
      </w:r>
      <w:r w:rsidRPr="001E0DC9">
        <w:rPr>
          <w:rFonts w:ascii="Corbel" w:hAnsi="Corbel"/>
          <w:sz w:val="20"/>
          <w:szCs w:val="20"/>
          <w:lang w:eastAsia="ar-SA"/>
        </w:rPr>
        <w:t>/202</w:t>
      </w:r>
      <w:r w:rsidR="00C50B4E">
        <w:rPr>
          <w:rFonts w:ascii="Corbel" w:hAnsi="Corbel"/>
          <w:sz w:val="20"/>
          <w:szCs w:val="20"/>
          <w:lang w:eastAsia="ar-SA"/>
        </w:rPr>
        <w:t>6</w:t>
      </w:r>
    </w:p>
    <w:p w14:paraId="1611137B" w14:textId="77777777" w:rsidR="001E0DC9" w:rsidRPr="001E0DC9" w:rsidRDefault="001E0DC9" w:rsidP="001E0DC9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65A497DF" w14:textId="77B14D11" w:rsidR="00C62E47" w:rsidRPr="00CF6D96" w:rsidRDefault="00C62E47" w:rsidP="00C62E4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2E47" w:rsidRPr="009C54AE" w14:paraId="232C9153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76632265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2B7B78" w14:textId="77777777" w:rsidR="00C62E47" w:rsidRPr="009C54AE" w:rsidRDefault="00C62E47" w:rsidP="7AC7024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AC7024E">
              <w:rPr>
                <w:rFonts w:ascii="Corbel" w:hAnsi="Corbel"/>
                <w:bCs/>
                <w:sz w:val="24"/>
                <w:szCs w:val="24"/>
              </w:rPr>
              <w:t>Zasady tworzenia i stosowania prawa</w:t>
            </w:r>
          </w:p>
        </w:tc>
      </w:tr>
      <w:tr w:rsidR="00C62E47" w:rsidRPr="009C54AE" w14:paraId="60456CB8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7FCFD1C0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AEA038" w14:textId="45E8E64B" w:rsidR="00C62E47" w:rsidRPr="009C54AE" w:rsidRDefault="00CF6D96" w:rsidP="71327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A2SO08</w:t>
            </w:r>
          </w:p>
        </w:tc>
      </w:tr>
      <w:tr w:rsidR="00C62E47" w:rsidRPr="009C54AE" w14:paraId="3DAE91DB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6268A9A8" w14:textId="77777777" w:rsidR="00C62E47" w:rsidRPr="009C54AE" w:rsidRDefault="00C62E47" w:rsidP="0084022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417190" w14:textId="12D7ABAF" w:rsidR="00C62E47" w:rsidRPr="009C54AE" w:rsidRDefault="00601196" w:rsidP="7AC702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C62E47" w:rsidRPr="009C54AE" w14:paraId="174408CE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6D1E51A7" w14:textId="77777777" w:rsidR="00C62E47" w:rsidRPr="009C54AE" w:rsidRDefault="00C62E47" w:rsidP="00D728F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2F5E5E" w14:textId="318E738D" w:rsidR="00C62E47" w:rsidRPr="009C54AE" w:rsidRDefault="00601196" w:rsidP="006011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</w:t>
            </w:r>
            <w:proofErr w:type="spellStart"/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>Historyczno</w:t>
            </w:r>
            <w:proofErr w:type="spellEnd"/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</w:t>
            </w:r>
            <w:proofErr w:type="spellStart"/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</w:p>
        </w:tc>
      </w:tr>
      <w:tr w:rsidR="00C62E47" w:rsidRPr="009C54AE" w14:paraId="32BF2DDB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28127358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DFCCC2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C62E47" w:rsidRPr="009C54AE" w14:paraId="2D83A2EB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6B4EFC4E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321CB1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FC8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C62E47" w:rsidRPr="009C54AE" w14:paraId="1B8655F2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2E0DEB70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0DE7E6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62E47" w:rsidRPr="009C54AE" w14:paraId="26E126B8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0B9BF444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F695E3" w14:textId="2779698D" w:rsidR="00C62E47" w:rsidRPr="009C54AE" w:rsidRDefault="6F9A4BAC" w:rsidP="71327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327D8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F6D9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2E47" w:rsidRPr="71327D8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62E47" w:rsidRPr="009C54AE" w14:paraId="2A645CAC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2697210F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DC097B" w14:textId="0347185A" w:rsidR="00C62E47" w:rsidRPr="009C54AE" w:rsidRDefault="00C62E47" w:rsidP="7AC702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AC7024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4E1BC961" w:rsidRPr="7AC7024E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7AC7024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62E47" w:rsidRPr="009C54AE" w14:paraId="3FCA6B04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6743F3AB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E7E860" w14:textId="7DCBF7C3" w:rsidR="00C62E47" w:rsidRPr="009C54AE" w:rsidRDefault="40CEB756" w:rsidP="3967B02D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3967B02D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62E47" w:rsidRPr="009C54AE" w14:paraId="586655A0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53783E83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02FB0F" w14:textId="0FF09290" w:rsidR="00C62E47" w:rsidRPr="009C54AE" w:rsidRDefault="2465CBFA" w:rsidP="71327D8A">
            <w:pPr>
              <w:pStyle w:val="Odpowiedzi"/>
              <w:spacing w:beforeAutospacing="1" w:afterAutospacing="1"/>
            </w:pPr>
            <w:r w:rsidRPr="71327D8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62E47" w:rsidRPr="009C54AE" w14:paraId="50B43923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68EFB988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AD9183" w14:textId="190013C0" w:rsidR="00C62E47" w:rsidRPr="009C54AE" w:rsidRDefault="002907BE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F6D96">
              <w:rPr>
                <w:rFonts w:ascii="Corbel" w:hAnsi="Corbel"/>
                <w:b w:val="0"/>
                <w:sz w:val="24"/>
                <w:szCs w:val="24"/>
              </w:rPr>
              <w:t>Artur Łuszczyński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C62E47" w:rsidRPr="009C54AE" w14:paraId="036BD2F8" w14:textId="77777777" w:rsidTr="00CF6D96">
        <w:trPr>
          <w:trHeight w:val="340"/>
        </w:trPr>
        <w:tc>
          <w:tcPr>
            <w:tcW w:w="2694" w:type="dxa"/>
            <w:vAlign w:val="center"/>
          </w:tcPr>
          <w:p w14:paraId="2D00D8CB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89BEDD" w14:textId="3609DDC2" w:rsidR="00C62E47" w:rsidRPr="009C54AE" w:rsidRDefault="00DC5603" w:rsidP="71327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327D8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01196" w:rsidRPr="71327D8A">
              <w:rPr>
                <w:rFonts w:ascii="Corbel" w:hAnsi="Corbel"/>
                <w:b w:val="0"/>
                <w:sz w:val="24"/>
                <w:szCs w:val="24"/>
              </w:rPr>
              <w:t xml:space="preserve">hab. G. </w:t>
            </w:r>
            <w:proofErr w:type="spellStart"/>
            <w:r w:rsidR="00601196" w:rsidRPr="71327D8A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  <w:r w:rsidR="00601196" w:rsidRPr="71327D8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4E0FCC14" w:rsidRPr="71327D8A">
              <w:rPr>
                <w:rFonts w:ascii="Corbel" w:hAnsi="Corbel"/>
                <w:b w:val="0"/>
                <w:sz w:val="24"/>
                <w:szCs w:val="24"/>
              </w:rPr>
              <w:t>, mgr Łukasz Szymański</w:t>
            </w:r>
          </w:p>
        </w:tc>
      </w:tr>
    </w:tbl>
    <w:p w14:paraId="5A892DCA" w14:textId="77777777" w:rsidR="00C62E47" w:rsidRDefault="00C62E47" w:rsidP="00CF6D9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7A4CF86" w14:textId="77777777" w:rsidR="00CF6D96" w:rsidRPr="009C54AE" w:rsidRDefault="00CF6D96" w:rsidP="00CF6D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7DBD6E" w14:textId="77777777" w:rsidR="00C62E47" w:rsidRPr="009C54AE" w:rsidRDefault="00C62E47" w:rsidP="00CF6D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D91248" w14:textId="77777777" w:rsidR="00C62E47" w:rsidRPr="009C54AE" w:rsidRDefault="00C62E47" w:rsidP="00CF6D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="00C62E47" w:rsidRPr="009C54AE" w14:paraId="7C101C39" w14:textId="77777777" w:rsidTr="00CF6D96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2E85" w14:textId="77777777" w:rsidR="00C62E47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C88067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D253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8B01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5876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A26C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F74E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13EA7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8C46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19CB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5BB6" w14:textId="77777777" w:rsidR="00C62E47" w:rsidRPr="009C54AE" w:rsidRDefault="00C62E47" w:rsidP="00CF6D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62E47" w:rsidRPr="009C54AE" w14:paraId="209EFC56" w14:textId="77777777" w:rsidTr="00CF6D96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9F03" w14:textId="191443AC" w:rsidR="00C62E47" w:rsidRPr="009C54AE" w:rsidRDefault="00DC5603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E392" w14:textId="77777777" w:rsidR="00C62E47" w:rsidRPr="009C54AE" w:rsidRDefault="00C62E47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3BB1" w14:textId="7CE9BEE3" w:rsidR="00C62E47" w:rsidRPr="009C54AE" w:rsidRDefault="00C62E47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E578" w14:textId="48321A73" w:rsidR="00C62E47" w:rsidRPr="009C54AE" w:rsidRDefault="00A5248F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0337" w14:textId="77777777" w:rsidR="00C62E47" w:rsidRPr="009C54AE" w:rsidRDefault="00C62E47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078E" w14:textId="77777777" w:rsidR="00C62E47" w:rsidRPr="009C54AE" w:rsidRDefault="00C62E47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C3BA" w14:textId="77777777" w:rsidR="00C62E47" w:rsidRPr="009C54AE" w:rsidRDefault="00C62E47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9B0C" w14:textId="77777777" w:rsidR="00C62E47" w:rsidRPr="009C54AE" w:rsidRDefault="00C62E47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0B87" w14:textId="77777777" w:rsidR="00C62E47" w:rsidRPr="009C54AE" w:rsidRDefault="00C62E47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10A9" w14:textId="77777777" w:rsidR="00C62E47" w:rsidRPr="009C54AE" w:rsidRDefault="00C62E47" w:rsidP="00CF6D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B5697D" w14:textId="77777777" w:rsidR="00C62E47" w:rsidRPr="009C54AE" w:rsidRDefault="00C62E47" w:rsidP="00CF6D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A2A8F6" w14:textId="731BE3F5" w:rsidR="00C62E47" w:rsidRDefault="00C62E47" w:rsidP="00CF6D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30D6324E" w14:textId="77777777" w:rsidR="00CF6D96" w:rsidRPr="009C54AE" w:rsidRDefault="00CF6D96" w:rsidP="00CF6D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38C80D" w14:textId="4017240D" w:rsidR="00C62E47" w:rsidRPr="00CF6D96" w:rsidRDefault="00CF6D96" w:rsidP="00CF6D9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eastAsia="MS Gothic" w:hAnsi="Corbel" w:cs="MS Gothic"/>
        </w:rPr>
        <w:t xml:space="preserve"> X  </w:t>
      </w:r>
      <w:r w:rsidR="00C62E47" w:rsidRPr="00CF6D96">
        <w:rPr>
          <w:rFonts w:ascii="Corbel" w:hAnsi="Corbel"/>
          <w:b w:val="0"/>
          <w:smallCaps w:val="0"/>
        </w:rPr>
        <w:t>zajęcia w formie tradycyjnej</w:t>
      </w:r>
    </w:p>
    <w:p w14:paraId="565F56AA" w14:textId="77777777" w:rsidR="00C62E47" w:rsidRPr="009C54AE" w:rsidRDefault="00C62E47" w:rsidP="00CF6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5A1B6B" w14:textId="77777777" w:rsidR="00D728F8" w:rsidRDefault="00D728F8" w:rsidP="00CF6D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07865791" w14:textId="650B4BAC" w:rsidR="00C62E47" w:rsidRPr="009C54AE" w:rsidRDefault="00C62E47" w:rsidP="00CF6D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AC7024E">
        <w:rPr>
          <w:rFonts w:ascii="Corbel" w:hAnsi="Corbel"/>
          <w:smallCaps w:val="0"/>
        </w:rPr>
        <w:t>1.3</w:t>
      </w:r>
      <w:r w:rsidR="00CF6D96">
        <w:rPr>
          <w:rFonts w:ascii="Corbel" w:hAnsi="Corbel"/>
          <w:smallCaps w:val="0"/>
        </w:rPr>
        <w:t>.</w:t>
      </w:r>
      <w:r w:rsidRPr="7AC7024E">
        <w:rPr>
          <w:rFonts w:ascii="Corbel" w:hAnsi="Corbel"/>
          <w:smallCaps w:val="0"/>
        </w:rPr>
        <w:t xml:space="preserve"> Forma zaliczenia przedmiotu (z toku) </w:t>
      </w:r>
      <w:r w:rsidRPr="7AC7024E">
        <w:rPr>
          <w:rFonts w:ascii="Corbel" w:hAnsi="Corbel"/>
          <w:b w:val="0"/>
          <w:smallCaps w:val="0"/>
        </w:rPr>
        <w:t>(egzamin, zaliczenie z oceną, zaliczenie bez oceny)</w:t>
      </w:r>
    </w:p>
    <w:p w14:paraId="783516B7" w14:textId="77777777" w:rsidR="00D728F8" w:rsidRDefault="00D728F8" w:rsidP="00CF6D96">
      <w:pPr>
        <w:pStyle w:val="Punktygwne"/>
        <w:spacing w:before="0" w:after="0"/>
        <w:ind w:left="709"/>
        <w:rPr>
          <w:rFonts w:ascii="Corbel" w:hAnsi="Corbel"/>
          <w:szCs w:val="24"/>
        </w:rPr>
      </w:pPr>
    </w:p>
    <w:p w14:paraId="47DA0182" w14:textId="38C94CFC" w:rsidR="00272881" w:rsidRPr="00CF6D96" w:rsidRDefault="00CF6D96" w:rsidP="00CF6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="00272881" w:rsidRPr="00CF6D96">
        <w:rPr>
          <w:rFonts w:ascii="Corbel" w:hAnsi="Corbel"/>
          <w:smallCaps w:val="0"/>
          <w:szCs w:val="24"/>
        </w:rPr>
        <w:t xml:space="preserve">: </w:t>
      </w:r>
      <w:r w:rsidR="00272881" w:rsidRPr="00CF6D96">
        <w:rPr>
          <w:rFonts w:ascii="Corbel" w:hAnsi="Corbel"/>
          <w:b w:val="0"/>
          <w:smallCaps w:val="0"/>
          <w:szCs w:val="24"/>
        </w:rPr>
        <w:t xml:space="preserve">egzamin – test </w:t>
      </w:r>
      <w:r w:rsidR="00A3027A" w:rsidRPr="00CF6D96">
        <w:rPr>
          <w:rFonts w:ascii="Corbel" w:hAnsi="Corbel"/>
          <w:b w:val="0"/>
          <w:smallCaps w:val="0"/>
          <w:szCs w:val="24"/>
        </w:rPr>
        <w:t>jednokrotnego</w:t>
      </w:r>
      <w:r w:rsidR="00272881" w:rsidRPr="00CF6D96">
        <w:rPr>
          <w:rFonts w:ascii="Corbel" w:hAnsi="Corbel"/>
          <w:b w:val="0"/>
          <w:smallCaps w:val="0"/>
          <w:szCs w:val="24"/>
        </w:rPr>
        <w:t xml:space="preserve"> wyboru</w:t>
      </w:r>
    </w:p>
    <w:p w14:paraId="1178BC09" w14:textId="77777777" w:rsidR="00272881" w:rsidRPr="00CF6D96" w:rsidRDefault="00272881" w:rsidP="00CF6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D256A5" w14:textId="673A5988" w:rsidR="00C62E47" w:rsidRPr="009C54AE" w:rsidRDefault="00C62E47" w:rsidP="00CF6D96">
      <w:pPr>
        <w:pStyle w:val="Punktygwne"/>
        <w:spacing w:before="0" w:after="0"/>
        <w:rPr>
          <w:rFonts w:ascii="Corbel" w:hAnsi="Corbel"/>
        </w:rPr>
      </w:pPr>
      <w:r w:rsidRPr="7AC7024E">
        <w:rPr>
          <w:rFonts w:ascii="Corbel" w:hAnsi="Corbel"/>
        </w:rPr>
        <w:t>2.</w:t>
      </w:r>
      <w:r w:rsidR="00CF6D96">
        <w:rPr>
          <w:rFonts w:ascii="Corbel" w:hAnsi="Corbel"/>
        </w:rPr>
        <w:t xml:space="preserve"> </w:t>
      </w:r>
      <w:r w:rsidRPr="7AC7024E">
        <w:rPr>
          <w:rFonts w:ascii="Corbel" w:hAnsi="Corbel"/>
        </w:rPr>
        <w:t>Wymagania wstępne</w:t>
      </w:r>
    </w:p>
    <w:p w14:paraId="25730804" w14:textId="7EB00408" w:rsidR="7AC7024E" w:rsidRDefault="7AC7024E" w:rsidP="00CF6D96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62E47" w:rsidRPr="009C54AE" w14:paraId="47B269A7" w14:textId="77777777" w:rsidTr="00CF6D96">
        <w:trPr>
          <w:trHeight w:val="986"/>
        </w:trPr>
        <w:tc>
          <w:tcPr>
            <w:tcW w:w="9670" w:type="dxa"/>
            <w:vAlign w:val="center"/>
          </w:tcPr>
          <w:p w14:paraId="3F4EA8E7" w14:textId="2D692357" w:rsidR="00C62E47" w:rsidRPr="009C54AE" w:rsidRDefault="00565F50" w:rsidP="00CF6D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5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dotycząca zagadnień związanych z zasadami tworzenia i stosowania prawa, wymogów techniki prawodawczej i ich aplikacji do poprawnego konstruowania tekstów prawnych zgodnie z zasadami prawidłowej legislacji.</w:t>
            </w:r>
          </w:p>
        </w:tc>
      </w:tr>
    </w:tbl>
    <w:p w14:paraId="71E71072" w14:textId="0EC62C60" w:rsidR="00C62E47" w:rsidRPr="00C05F44" w:rsidRDefault="001E0DC9" w:rsidP="00CF6D9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C62E47" w:rsidRPr="7AC7024E">
        <w:rPr>
          <w:rFonts w:ascii="Corbel" w:hAnsi="Corbel"/>
        </w:rPr>
        <w:lastRenderedPageBreak/>
        <w:t>3. cele, efekty uczenia się, treści Programowe i stosowane metody Dydaktyczne</w:t>
      </w:r>
    </w:p>
    <w:p w14:paraId="486EDE93" w14:textId="77777777" w:rsidR="00C62E47" w:rsidRPr="00C05F44" w:rsidRDefault="00C62E47" w:rsidP="00C62E47">
      <w:pPr>
        <w:pStyle w:val="Punktygwne"/>
        <w:spacing w:before="0" w:after="0"/>
        <w:rPr>
          <w:rFonts w:ascii="Corbel" w:hAnsi="Corbel"/>
          <w:szCs w:val="24"/>
        </w:rPr>
      </w:pPr>
    </w:p>
    <w:p w14:paraId="605D7C4D" w14:textId="06201861" w:rsidR="00C62E47" w:rsidRDefault="00C62E47" w:rsidP="00C62E4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CF6D9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7D767A13" w14:textId="77777777" w:rsidR="00C62E47" w:rsidRPr="00CF6D96" w:rsidRDefault="00C62E47" w:rsidP="00C62E47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8159"/>
      </w:tblGrid>
      <w:tr w:rsidR="00272881" w:rsidRPr="004C1529" w14:paraId="7D21B64F" w14:textId="77777777" w:rsidTr="00CF6D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1E84" w14:textId="77777777" w:rsidR="00272881" w:rsidRPr="00CF6D96" w:rsidRDefault="00272881" w:rsidP="00CF6D96">
            <w:pPr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C1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9248" w14:textId="77777777" w:rsidR="00272881" w:rsidRPr="00CF6D96" w:rsidRDefault="00272881" w:rsidP="00CF6D96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 xml:space="preserve">Uzyskanie </w:t>
            </w:r>
            <w:r w:rsidRPr="00CF6D96">
              <w:rPr>
                <w:rFonts w:ascii="Corbel" w:eastAsiaTheme="minorHAnsi" w:hAnsi="Corbel" w:cstheme="minorBidi"/>
                <w:color w:val="000000"/>
                <w:sz w:val="24"/>
                <w:szCs w:val="24"/>
              </w:rPr>
              <w:t>zaawansowanej wiedzy w zakresie procesów tworzenia i stosowania praw, w szczególności ich prawnych podstaw, regulacji, ram, determinantów i uwarunkowań</w:t>
            </w:r>
          </w:p>
        </w:tc>
      </w:tr>
      <w:tr w:rsidR="00272881" w:rsidRPr="004C1529" w14:paraId="630B7FF5" w14:textId="77777777" w:rsidTr="00CF6D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F2F5" w14:textId="77777777" w:rsidR="00272881" w:rsidRPr="00CF6D96" w:rsidRDefault="00272881" w:rsidP="00CF6D96">
            <w:pPr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C2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5708" w14:textId="280C07D4" w:rsidR="00272881" w:rsidRPr="00CF6D96" w:rsidRDefault="00272881" w:rsidP="00CF6D96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 xml:space="preserve">Zrozumienie terminologii odnoszoną do procesu legislacyjnego oraz sądowego </w:t>
            </w:r>
            <w:r w:rsidR="00CF6D96">
              <w:rPr>
                <w:rFonts w:ascii="Corbel" w:eastAsiaTheme="minorHAnsi" w:hAnsi="Corbel" w:cstheme="minorBidi"/>
                <w:sz w:val="24"/>
                <w:szCs w:val="24"/>
              </w:rPr>
              <w:br/>
            </w: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 xml:space="preserve">i administracyjnego typu stosowania prawa  </w:t>
            </w:r>
          </w:p>
        </w:tc>
      </w:tr>
      <w:tr w:rsidR="00272881" w:rsidRPr="004C1529" w14:paraId="3F975EA9" w14:textId="77777777" w:rsidTr="00CF6D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C0BB" w14:textId="77777777" w:rsidR="00272881" w:rsidRPr="00CF6D96" w:rsidRDefault="00272881" w:rsidP="00CF6D96">
            <w:pPr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C3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A0E5" w14:textId="77777777" w:rsidR="00272881" w:rsidRPr="00CF6D96" w:rsidRDefault="00272881" w:rsidP="00CF6D96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Uzyskanie pogłębionej wiedzy o relacjach zachodzących pomiędzy poszczególnymi organami władzy publicznej partycypującymi w procesie prawotwórczym i w procesie stosowania prawa oraz o umiejscowieniu w tych procesach obywateli</w:t>
            </w:r>
          </w:p>
        </w:tc>
      </w:tr>
      <w:tr w:rsidR="00272881" w:rsidRPr="004C1529" w14:paraId="5E7207E1" w14:textId="77777777" w:rsidTr="00CF6D96">
        <w:trPr>
          <w:trHeight w:val="56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61B2" w14:textId="77777777" w:rsidR="00272881" w:rsidRPr="00CF6D96" w:rsidRDefault="00272881" w:rsidP="00CF6D96">
            <w:pPr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C4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D82" w14:textId="77777777" w:rsidR="00272881" w:rsidRPr="00CF6D96" w:rsidRDefault="00272881" w:rsidP="00CF6D96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 xml:space="preserve">Posiada umiejętność </w:t>
            </w:r>
            <w:r w:rsidRPr="00CF6D96">
              <w:rPr>
                <w:rFonts w:ascii="Corbel" w:eastAsiaTheme="minorHAnsi" w:hAnsi="Corbel" w:cstheme="minorBidi"/>
                <w:color w:val="000000"/>
                <w:sz w:val="24"/>
                <w:szCs w:val="24"/>
              </w:rPr>
              <w:t>prawidłowego identyfikować i interpretować zjawiska prawne i polityczne towarzyszące procesom stanowienia i stosowania prawa</w:t>
            </w:r>
          </w:p>
        </w:tc>
      </w:tr>
      <w:tr w:rsidR="00272881" w:rsidRPr="004C1529" w14:paraId="7D815846" w14:textId="77777777" w:rsidTr="00CF6D96">
        <w:trPr>
          <w:trHeight w:val="25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330E" w14:textId="77777777" w:rsidR="00272881" w:rsidRPr="00CF6D96" w:rsidRDefault="00272881" w:rsidP="00CF6D96">
            <w:pPr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C5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84A3" w14:textId="77777777" w:rsidR="00272881" w:rsidRPr="00CF6D96" w:rsidRDefault="00272881" w:rsidP="00CF6D96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Wykazanie się specjalistycznymi umiejętnościami znajdowania podstaw prawnych, orzecznictwa i literatury naukowej w przedmiocie procesu legislacyjnego oraz procesu stosowania prawa</w:t>
            </w:r>
          </w:p>
        </w:tc>
      </w:tr>
      <w:tr w:rsidR="00272881" w:rsidRPr="004C1529" w14:paraId="08EBCBB8" w14:textId="77777777" w:rsidTr="00CF6D96">
        <w:trPr>
          <w:trHeight w:val="24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6765" w14:textId="77777777" w:rsidR="00272881" w:rsidRPr="00CF6D96" w:rsidRDefault="00272881" w:rsidP="00CF6D96">
            <w:pPr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C6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22C" w14:textId="70952236" w:rsidR="00272881" w:rsidRPr="00CF6D96" w:rsidRDefault="00272881" w:rsidP="00CF6D96">
            <w:pPr>
              <w:spacing w:before="40" w:after="40"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EastAsia" w:hAnsi="Corbel" w:cstheme="minorBidi"/>
                <w:sz w:val="24"/>
                <w:szCs w:val="24"/>
              </w:rPr>
              <w:t xml:space="preserve">Posiada umiejętność zredagowania projektów aktów normatywnych zgodnie </w:t>
            </w:r>
            <w:r w:rsidR="00CF6D96">
              <w:rPr>
                <w:rFonts w:ascii="Corbel" w:eastAsiaTheme="minorEastAsia" w:hAnsi="Corbel" w:cstheme="minorBidi"/>
                <w:sz w:val="24"/>
                <w:szCs w:val="24"/>
              </w:rPr>
              <w:br/>
            </w:r>
            <w:r w:rsidRPr="00CF6D96">
              <w:rPr>
                <w:rFonts w:ascii="Corbel" w:eastAsiaTheme="minorEastAsia" w:hAnsi="Corbel" w:cstheme="minorBidi"/>
                <w:sz w:val="24"/>
                <w:szCs w:val="24"/>
              </w:rPr>
              <w:t>z zasadami techniki prawodawczej i zasadami prawidłowej legislacji oraz umiejętność zredagowania projektu decyzji stosowania prawa (orzeczenia sądowego, decyzji administracyjnej).</w:t>
            </w:r>
          </w:p>
        </w:tc>
      </w:tr>
      <w:tr w:rsidR="00272881" w:rsidRPr="004C1529" w14:paraId="14570321" w14:textId="77777777" w:rsidTr="00CF6D96">
        <w:trPr>
          <w:trHeight w:val="2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B21" w14:textId="77777777" w:rsidR="00272881" w:rsidRPr="00CF6D96" w:rsidRDefault="00272881" w:rsidP="00CF6D96">
            <w:pPr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C7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FE0C" w14:textId="77777777" w:rsidR="00272881" w:rsidRPr="00CF6D96" w:rsidRDefault="00272881" w:rsidP="00CF6D96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Gotowość do samodzielnego i krytycznego uzupełnienia wiedzy z zakresu procesów tworzenia i stosowania prawa, w tym także w ujęciu interdyscyplinarnym i komparatystycznym</w:t>
            </w:r>
          </w:p>
        </w:tc>
      </w:tr>
      <w:tr w:rsidR="00272881" w:rsidRPr="004C1529" w14:paraId="15EEF889" w14:textId="77777777" w:rsidTr="00CF6D96">
        <w:trPr>
          <w:trHeight w:val="25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CAB3" w14:textId="77777777" w:rsidR="00272881" w:rsidRPr="00CF6D96" w:rsidRDefault="00272881" w:rsidP="00CF6D96">
            <w:pPr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C8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1A56" w14:textId="77777777" w:rsidR="00272881" w:rsidRPr="00CF6D96" w:rsidRDefault="00272881" w:rsidP="00CF6D96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F6D96">
              <w:rPr>
                <w:rFonts w:ascii="Corbel" w:eastAsiaTheme="minorHAnsi" w:hAnsi="Corbel" w:cstheme="minorBidi"/>
                <w:sz w:val="24"/>
                <w:szCs w:val="24"/>
              </w:rPr>
              <w:t>Umiejętność identyfikacji i rozwiązania dylematów moralnych związanych ze stanowieniem i stosowaniem prawa, odnosząc je np. do kategorii „ustawowego bezprawia” czy „sędziowskiego nieposłuszeństwa”.</w:t>
            </w:r>
          </w:p>
        </w:tc>
      </w:tr>
    </w:tbl>
    <w:p w14:paraId="0BC16874" w14:textId="77777777" w:rsidR="00C62E47" w:rsidRDefault="00C62E47" w:rsidP="00C62E47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5046BD36" w14:textId="199F0F71" w:rsidR="00C62E47" w:rsidRDefault="00C62E47" w:rsidP="00C62E4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CF6D9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FDA62D9" w14:textId="77777777" w:rsidR="003C6764" w:rsidRDefault="003C6764" w:rsidP="003C67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5953"/>
        <w:gridCol w:w="1934"/>
      </w:tblGrid>
      <w:tr w:rsidR="003C6764" w:rsidRPr="002736F7" w14:paraId="435D385F" w14:textId="77777777" w:rsidTr="003C6764">
        <w:trPr>
          <w:trHeight w:val="126"/>
        </w:trPr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F015D" w14:textId="77777777" w:rsidR="003C6764" w:rsidRPr="002736F7" w:rsidRDefault="003C6764" w:rsidP="00356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AC7024E">
              <w:rPr>
                <w:rFonts w:ascii="Corbel" w:hAnsi="Corbel"/>
                <w:sz w:val="24"/>
                <w:szCs w:val="24"/>
              </w:rPr>
              <w:t>EK (efekt kształcenia)</w:t>
            </w:r>
          </w:p>
        </w:tc>
        <w:tc>
          <w:tcPr>
            <w:tcW w:w="59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4213A" w14:textId="77777777" w:rsidR="003C6764" w:rsidRPr="002736F7" w:rsidRDefault="003C6764" w:rsidP="00356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AC7024E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BA31C" w14:textId="77777777" w:rsidR="003C6764" w:rsidRPr="00AF3373" w:rsidRDefault="003C6764" w:rsidP="00356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perscript"/>
              </w:rPr>
            </w:pPr>
            <w:r w:rsidRPr="7AC7024E">
              <w:rPr>
                <w:rFonts w:ascii="Corbel" w:hAnsi="Corbel"/>
                <w:sz w:val="24"/>
                <w:szCs w:val="24"/>
              </w:rPr>
              <w:t>Odniesienie do efektów kierunkowych</w:t>
            </w:r>
            <w:r>
              <w:rPr>
                <w:rFonts w:ascii="Corbel" w:hAnsi="Corbel"/>
                <w:sz w:val="24"/>
                <w:szCs w:val="24"/>
                <w:vertAlign w:val="superscript"/>
              </w:rPr>
              <w:t>1</w:t>
            </w:r>
          </w:p>
        </w:tc>
      </w:tr>
      <w:tr w:rsidR="003C6764" w:rsidRPr="002736F7" w14:paraId="2216C2E7" w14:textId="77777777" w:rsidTr="003C6764">
        <w:trPr>
          <w:trHeight w:val="25"/>
        </w:trPr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86E20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5A4C1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Posiada zaawansowaną wiedzę w zakresie procesów tworzenia i stosowania praw, w szczególności ich prawnych podstaw, regulacji, ram, determinantów i uwarunkowań.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E65DF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K_U05, K_K05</w:t>
            </w:r>
          </w:p>
        </w:tc>
      </w:tr>
      <w:tr w:rsidR="003C6764" w:rsidRPr="002736F7" w14:paraId="2F01A8C2" w14:textId="77777777" w:rsidTr="003C6764">
        <w:trPr>
          <w:trHeight w:val="20"/>
        </w:trPr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FD5CF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A4163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Zna i rozumie terminologię odnoszoną do procesu legislacyjnego oraz sądowego i administracyjnego typu stosowania prawa.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B4EFB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K_U05, K_K05</w:t>
            </w:r>
          </w:p>
        </w:tc>
      </w:tr>
    </w:tbl>
    <w:p w14:paraId="6DB3EF71" w14:textId="77777777" w:rsidR="003C6764" w:rsidRDefault="003C6764" w:rsidP="003C6764">
      <w:r>
        <w:br w:type="page"/>
      </w:r>
    </w:p>
    <w:tbl>
      <w:tblPr>
        <w:tblW w:w="9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5953"/>
        <w:gridCol w:w="1934"/>
      </w:tblGrid>
      <w:tr w:rsidR="003C6764" w:rsidRPr="002736F7" w14:paraId="219B16BC" w14:textId="77777777" w:rsidTr="003C6764">
        <w:trPr>
          <w:trHeight w:val="20"/>
        </w:trPr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5C181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9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D4AA8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Dysponuje pogłębioną wiedzą o relacjach zachodzących pomiędzy poszczególnymi organami władzy publicznej partycypującymi w procesie prawotwórczym i w procesie stosowania prawa oraz o umiejscowieniu w tych procesach obywateli.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5CBDF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K_W04, K_K04</w:t>
            </w:r>
            <w:r w:rsidRPr="00AF3373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3C6764" w:rsidRPr="002736F7" w14:paraId="4D032AA9" w14:textId="77777777" w:rsidTr="003C6764">
        <w:trPr>
          <w:trHeight w:val="20"/>
        </w:trPr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3F347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8C17C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Potrafi prawidłowo identyfikować i interpretować zjawiska prawne i polityczne towarzyszące procesom stanowienia i stosowania prawa.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391F5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3373">
              <w:rPr>
                <w:rFonts w:ascii="Corbel" w:hAnsi="Corbel"/>
                <w:sz w:val="24"/>
                <w:szCs w:val="24"/>
              </w:rPr>
              <w:t>K_W06, K_U05, K_U06, K_K04</w:t>
            </w:r>
          </w:p>
        </w:tc>
      </w:tr>
      <w:tr w:rsidR="003C6764" w:rsidRPr="002736F7" w14:paraId="14045595" w14:textId="77777777" w:rsidTr="003C6764">
        <w:trPr>
          <w:trHeight w:val="20"/>
        </w:trPr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87A40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AF75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Wykazuje się specjalistycznymi umiejętnościami znajdowania podstaw prawnych, orzecznictwa i literatury naukowej w przedmiocie procesu legislacyjnego oraz procesu stosowania prawa.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5FCEA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K_W04, K_W06, K_U05, K_U06, K_K04</w:t>
            </w:r>
          </w:p>
        </w:tc>
      </w:tr>
      <w:tr w:rsidR="003C6764" w:rsidRPr="002736F7" w14:paraId="64751D06" w14:textId="77777777" w:rsidTr="003C6764">
        <w:trPr>
          <w:trHeight w:val="20"/>
        </w:trPr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3EDEE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B6ACB" w14:textId="77777777" w:rsidR="003C6764" w:rsidRPr="00AF3373" w:rsidRDefault="003C6764" w:rsidP="0035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Posiada umiejętność zredagowania projektów aktów normatywnych zgodnie z zasadami techniki prawodawczej i zasadami prawidłowej legislacji oraz umiejętność zredagowania projektu decyzji stosowania prawa (orzeczenia sądowego, decyzji administracyjnej).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CFBD0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K_U05, K_U06, K_K04, K_K05</w:t>
            </w:r>
          </w:p>
        </w:tc>
      </w:tr>
      <w:tr w:rsidR="003C6764" w:rsidRPr="002736F7" w14:paraId="2075EC9C" w14:textId="77777777" w:rsidTr="003C6764">
        <w:trPr>
          <w:trHeight w:val="20"/>
        </w:trPr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74D70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AEDB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Jest gotowy samodzielnie i krytycznie uzupełniać wiedzę z zakresu procesów tworzenia i stosowania prawa, w tym także w ujęciu interdyscyplinarnym i komparatystycznym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AFA6C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K_U05, K_U06, K_K01, K_K05</w:t>
            </w:r>
          </w:p>
        </w:tc>
      </w:tr>
      <w:tr w:rsidR="003C6764" w:rsidRPr="002736F7" w14:paraId="4E95AAB4" w14:textId="77777777" w:rsidTr="003C6764">
        <w:trPr>
          <w:trHeight w:val="20"/>
        </w:trPr>
        <w:tc>
          <w:tcPr>
            <w:tcW w:w="1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2DB4F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46034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Identyfikuje i rozwiązuje dylematy moralne związane ze stanowieniem i stosowaniem prawa, odnosząc je np. do kategorii „ustawowego bezprawia” czy „sędziowskiego nieposłuszeństwa”.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AA6C" w14:textId="77777777" w:rsidR="003C6764" w:rsidRPr="00AF3373" w:rsidRDefault="003C6764" w:rsidP="003568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K_W04, K_W06, K_U06</w:t>
            </w:r>
          </w:p>
        </w:tc>
      </w:tr>
    </w:tbl>
    <w:p w14:paraId="5EC2A171" w14:textId="77777777" w:rsidR="003C6764" w:rsidRDefault="003C6764" w:rsidP="003C6764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18BC213" w14:textId="77777777" w:rsidR="00F01636" w:rsidRDefault="00F01636" w:rsidP="00F0163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69A0FB70" w14:textId="77777777" w:rsidR="00F01636" w:rsidRPr="009C54AE" w:rsidRDefault="00F01636" w:rsidP="00F0163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5FDADBCB" w14:textId="77777777" w:rsidR="00F01636" w:rsidRPr="009C54AE" w:rsidRDefault="00F01636" w:rsidP="00F01636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2ED375" w14:textId="77777777" w:rsidR="00F01636" w:rsidRPr="009C54AE" w:rsidRDefault="00F01636" w:rsidP="00F01636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9"/>
      </w:tblGrid>
      <w:tr w:rsidR="00F01636" w:rsidRPr="009C54AE" w14:paraId="5B560049" w14:textId="77777777" w:rsidTr="00356828">
        <w:tc>
          <w:tcPr>
            <w:tcW w:w="8079" w:type="dxa"/>
          </w:tcPr>
          <w:p w14:paraId="2173321B" w14:textId="77777777" w:rsidR="00F01636" w:rsidRPr="00AF3373" w:rsidRDefault="00F01636" w:rsidP="00356828">
            <w:pPr>
              <w:pStyle w:val="Akapitzlist"/>
              <w:spacing w:after="0" w:line="240" w:lineRule="auto"/>
              <w:ind w:left="-249" w:firstLine="249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337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01636" w:rsidRPr="009C54AE" w14:paraId="326B98A0" w14:textId="77777777" w:rsidTr="00356828">
        <w:tc>
          <w:tcPr>
            <w:tcW w:w="8079" w:type="dxa"/>
          </w:tcPr>
          <w:p w14:paraId="0D55DF7E" w14:textId="77777777" w:rsidR="00F01636" w:rsidRPr="009C54AE" w:rsidRDefault="00F01636" w:rsidP="00356828">
            <w:pPr>
              <w:pStyle w:val="Akapitzlist"/>
              <w:spacing w:after="0" w:line="240" w:lineRule="auto"/>
              <w:ind w:left="-249" w:firstLine="249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AC7024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4CB0046" w14:textId="77777777" w:rsidR="00F01636" w:rsidRPr="009C54AE" w:rsidRDefault="00F01636" w:rsidP="00F01636">
      <w:pPr>
        <w:spacing w:after="0" w:line="240" w:lineRule="auto"/>
        <w:rPr>
          <w:rFonts w:ascii="Corbel" w:hAnsi="Corbel"/>
          <w:sz w:val="24"/>
          <w:szCs w:val="24"/>
        </w:rPr>
      </w:pPr>
    </w:p>
    <w:p w14:paraId="5AD66893" w14:textId="77777777" w:rsidR="00F01636" w:rsidRDefault="00F01636" w:rsidP="00F01636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6E76C5DD" w14:textId="77777777" w:rsidR="00F01636" w:rsidRPr="009C54AE" w:rsidRDefault="00F01636" w:rsidP="00F01636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tbl>
      <w:tblPr>
        <w:tblW w:w="8079" w:type="dxa"/>
        <w:tblInd w:w="4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7229"/>
        <w:gridCol w:w="850"/>
      </w:tblGrid>
      <w:tr w:rsidR="00F01636" w14:paraId="344636CA" w14:textId="77777777" w:rsidTr="00356828">
        <w:trPr>
          <w:trHeight w:val="340"/>
        </w:trPr>
        <w:tc>
          <w:tcPr>
            <w:tcW w:w="8079" w:type="dxa"/>
            <w:gridSpan w:val="2"/>
          </w:tcPr>
          <w:p w14:paraId="5D918FCB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708" w:hanging="708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>Treści merytoryczne</w:t>
            </w:r>
          </w:p>
        </w:tc>
      </w:tr>
      <w:tr w:rsidR="00F01636" w14:paraId="143C01AB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04B0A746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Nauka legislacji jako dyscyplina naukowa</w:t>
            </w:r>
          </w:p>
        </w:tc>
        <w:tc>
          <w:tcPr>
            <w:tcW w:w="850" w:type="dxa"/>
          </w:tcPr>
          <w:p w14:paraId="080DCB46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01636" w14:paraId="38A46B30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5D18AA4D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Pojęcie i sposoby tworzenia prawa</w:t>
            </w:r>
          </w:p>
        </w:tc>
        <w:tc>
          <w:tcPr>
            <w:tcW w:w="850" w:type="dxa"/>
          </w:tcPr>
          <w:p w14:paraId="164A3A1F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01636" w14:paraId="4E57DA82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16B0E58F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Analiza postanowień regulaminu Sejmu i Senatu RP odnoszących się do procesu legislacyjnego wraz z ich aplikacją do wybranych kazusów z praktyki ustawodawczej</w:t>
            </w:r>
          </w:p>
        </w:tc>
        <w:tc>
          <w:tcPr>
            <w:tcW w:w="850" w:type="dxa"/>
          </w:tcPr>
          <w:p w14:paraId="1B635F9D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01636" w14:paraId="3D4885A1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1B668A37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 xml:space="preserve">Studium orzeczeń Trybunału Konstytucyjnego w przedmiocie zasad prawidłowej legislacyjnej </w:t>
            </w:r>
          </w:p>
        </w:tc>
        <w:tc>
          <w:tcPr>
            <w:tcW w:w="850" w:type="dxa"/>
          </w:tcPr>
          <w:p w14:paraId="47D1236A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01636" w14:paraId="05CC75D1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223B4F73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lastRenderedPageBreak/>
              <w:t>Analiza rozporządzenia Prezesa Rady Ministrów w sprawie zasad techniki prawodawczej wraz z przykładami</w:t>
            </w:r>
          </w:p>
        </w:tc>
        <w:tc>
          <w:tcPr>
            <w:tcW w:w="850" w:type="dxa"/>
          </w:tcPr>
          <w:p w14:paraId="5863C013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01636" w14:paraId="2EA2C1A0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0FD08F65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Proces stosowania prawa: pojęcie, etapy, typy</w:t>
            </w:r>
          </w:p>
        </w:tc>
        <w:tc>
          <w:tcPr>
            <w:tcW w:w="850" w:type="dxa"/>
          </w:tcPr>
          <w:p w14:paraId="4F19DF92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01636" w14:paraId="150D6323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34EAEBF2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Omówienie na przykładach budowy decyzji stosowania prawa</w:t>
            </w:r>
          </w:p>
        </w:tc>
        <w:tc>
          <w:tcPr>
            <w:tcW w:w="850" w:type="dxa"/>
          </w:tcPr>
          <w:p w14:paraId="336A6E11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01636" w14:paraId="6FF0EAF0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3DA0EAD7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 xml:space="preserve">Aktywizm i pasywizm sędziowski. Omówienie na wybranych orzeczeniach istoty i rodzajów dyskrecjonalności sędziowskiej </w:t>
            </w:r>
          </w:p>
        </w:tc>
        <w:tc>
          <w:tcPr>
            <w:tcW w:w="850" w:type="dxa"/>
          </w:tcPr>
          <w:p w14:paraId="615E0BA0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01636" w14:paraId="3FB1530D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0871F606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Opracowywanie przykładowych projektów aktu normatywnego i decyzji stosowania prawa</w:t>
            </w:r>
          </w:p>
        </w:tc>
        <w:tc>
          <w:tcPr>
            <w:tcW w:w="850" w:type="dxa"/>
          </w:tcPr>
          <w:p w14:paraId="16F7E8F9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F01636" w14:paraId="1B453289" w14:textId="77777777" w:rsidTr="003568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10CBF537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</w:t>
            </w:r>
            <w:r w:rsidRPr="00AF3373">
              <w:rPr>
                <w:rFonts w:ascii="Corbel" w:hAnsi="Corbel" w:cs="Calibri"/>
                <w:color w:val="000000"/>
                <w:sz w:val="24"/>
                <w:szCs w:val="24"/>
              </w:rPr>
              <w:t>uma</w:t>
            </w:r>
          </w:p>
        </w:tc>
        <w:tc>
          <w:tcPr>
            <w:tcW w:w="850" w:type="dxa"/>
          </w:tcPr>
          <w:p w14:paraId="7B8AEA23" w14:textId="77777777" w:rsidR="00F01636" w:rsidRPr="00AF3373" w:rsidRDefault="00F01636" w:rsidP="00356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48B061F3" w14:textId="77777777" w:rsidR="00F01636" w:rsidRPr="009C54AE" w:rsidRDefault="00F01636" w:rsidP="00F016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AA7940" w14:textId="77777777" w:rsidR="00F01636" w:rsidRPr="009C54AE" w:rsidRDefault="00F01636" w:rsidP="00F016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AC7024E">
        <w:rPr>
          <w:rFonts w:ascii="Corbel" w:hAnsi="Corbel"/>
          <w:smallCaps w:val="0"/>
        </w:rPr>
        <w:t>3.4</w:t>
      </w:r>
      <w:r>
        <w:rPr>
          <w:rFonts w:ascii="Corbel" w:hAnsi="Corbel"/>
          <w:smallCaps w:val="0"/>
        </w:rPr>
        <w:t>.</w:t>
      </w:r>
      <w:r w:rsidRPr="7AC7024E">
        <w:rPr>
          <w:rFonts w:ascii="Corbel" w:hAnsi="Corbel"/>
          <w:smallCaps w:val="0"/>
        </w:rPr>
        <w:t xml:space="preserve"> Metody dydaktyczne</w:t>
      </w:r>
      <w:r w:rsidRPr="7AC7024E">
        <w:rPr>
          <w:rFonts w:ascii="Corbel" w:hAnsi="Corbel"/>
          <w:b w:val="0"/>
          <w:smallCaps w:val="0"/>
        </w:rPr>
        <w:t xml:space="preserve"> </w:t>
      </w:r>
    </w:p>
    <w:p w14:paraId="73FA5B26" w14:textId="77777777" w:rsidR="00F01636" w:rsidRPr="00A42469" w:rsidRDefault="00F01636" w:rsidP="00F01636">
      <w:pPr>
        <w:spacing w:after="0" w:line="240" w:lineRule="auto"/>
        <w:ind w:left="851"/>
        <w:rPr>
          <w:rFonts w:ascii="Corbel" w:hAnsi="Corbel"/>
          <w:iCs/>
          <w:sz w:val="24"/>
          <w:szCs w:val="24"/>
        </w:rPr>
      </w:pPr>
    </w:p>
    <w:p w14:paraId="6687A4E8" w14:textId="77777777" w:rsidR="00F01636" w:rsidRDefault="00F01636" w:rsidP="00F01636">
      <w:pPr>
        <w:spacing w:after="0" w:line="240" w:lineRule="auto"/>
        <w:ind w:left="851"/>
        <w:rPr>
          <w:rFonts w:ascii="Corbel" w:hAnsi="Corbel"/>
          <w:iCs/>
          <w:sz w:val="24"/>
          <w:szCs w:val="24"/>
        </w:rPr>
      </w:pPr>
      <w:r w:rsidRPr="00A42469">
        <w:rPr>
          <w:rFonts w:ascii="Corbel" w:hAnsi="Corbel"/>
          <w:iCs/>
          <w:sz w:val="24"/>
          <w:szCs w:val="24"/>
        </w:rPr>
        <w:t>Konwersatorium: analiza i interpretacja aktów normatywnych, decyzji stosowania prawa oraz tekstów źródłowych; analiza przypadków; dyskusja w przedmiocie problematyki referatów wygłoszonych przez Studentów na uprzednio zadany im temat.</w:t>
      </w:r>
    </w:p>
    <w:p w14:paraId="7CCE4BE4" w14:textId="77777777" w:rsidR="00F01636" w:rsidRPr="00A42469" w:rsidRDefault="00F01636" w:rsidP="00F01636">
      <w:pPr>
        <w:spacing w:after="0" w:line="240" w:lineRule="auto"/>
        <w:ind w:left="851"/>
        <w:rPr>
          <w:rFonts w:ascii="Corbel" w:hAnsi="Corbel"/>
          <w:iCs/>
          <w:sz w:val="24"/>
          <w:szCs w:val="24"/>
        </w:rPr>
      </w:pPr>
    </w:p>
    <w:p w14:paraId="11427473" w14:textId="77777777" w:rsidR="00F01636" w:rsidRPr="009C54AE" w:rsidRDefault="00F01636" w:rsidP="00F016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D7A14C1" w14:textId="77777777" w:rsidR="00F01636" w:rsidRPr="009C54AE" w:rsidRDefault="00F01636" w:rsidP="00F016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7AF3B4" w14:textId="77777777" w:rsidR="00F01636" w:rsidRPr="009C54AE" w:rsidRDefault="00F01636" w:rsidP="00F016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AE3EDB8" w14:textId="77777777" w:rsidR="00F01636" w:rsidRPr="009C54AE" w:rsidRDefault="00F01636" w:rsidP="00F01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8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4875"/>
        <w:gridCol w:w="2190"/>
      </w:tblGrid>
      <w:tr w:rsidR="00F01636" w:rsidRPr="00F515A0" w14:paraId="0FEAAC43" w14:textId="77777777" w:rsidTr="00356828">
        <w:trPr>
          <w:trHeight w:val="113"/>
        </w:trPr>
        <w:tc>
          <w:tcPr>
            <w:tcW w:w="1915" w:type="dxa"/>
            <w:vAlign w:val="center"/>
          </w:tcPr>
          <w:p w14:paraId="1523A7EE" w14:textId="77777777" w:rsidR="00F01636" w:rsidRPr="00A42469" w:rsidRDefault="00F01636" w:rsidP="0035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SYMBOL EFEKTU</w:t>
            </w:r>
          </w:p>
        </w:tc>
        <w:tc>
          <w:tcPr>
            <w:tcW w:w="4875" w:type="dxa"/>
            <w:vAlign w:val="center"/>
          </w:tcPr>
          <w:p w14:paraId="13EE0126" w14:textId="77777777" w:rsidR="00F01636" w:rsidRPr="00A42469" w:rsidRDefault="00F01636" w:rsidP="0035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METODY OCENY EFEKTÓW UCZENIA SIĘ</w:t>
            </w:r>
          </w:p>
          <w:p w14:paraId="2CAEBE50" w14:textId="77777777" w:rsidR="00F01636" w:rsidRPr="00A42469" w:rsidRDefault="00F01636" w:rsidP="0035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90" w:type="dxa"/>
            <w:vAlign w:val="center"/>
          </w:tcPr>
          <w:p w14:paraId="46C7BCAF" w14:textId="77777777" w:rsidR="00F01636" w:rsidRPr="00A42469" w:rsidRDefault="00F01636" w:rsidP="0035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FORMA ZAJĘĆ DYDAKTYCZNYCH</w:t>
            </w:r>
          </w:p>
          <w:p w14:paraId="779E5332" w14:textId="77777777" w:rsidR="00F01636" w:rsidRPr="00A42469" w:rsidRDefault="00F01636" w:rsidP="0035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( W, ĆW, …)</w:t>
            </w:r>
          </w:p>
        </w:tc>
      </w:tr>
      <w:tr w:rsidR="00F01636" w:rsidRPr="00F515A0" w14:paraId="1747D898" w14:textId="77777777" w:rsidTr="00356828">
        <w:trPr>
          <w:trHeight w:val="340"/>
        </w:trPr>
        <w:tc>
          <w:tcPr>
            <w:tcW w:w="1915" w:type="dxa"/>
            <w:vAlign w:val="center"/>
          </w:tcPr>
          <w:p w14:paraId="38DF4CFF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4875" w:type="dxa"/>
            <w:vAlign w:val="center"/>
          </w:tcPr>
          <w:p w14:paraId="6999B77D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  <w:vAlign w:val="center"/>
          </w:tcPr>
          <w:p w14:paraId="492122FB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F01636" w:rsidRPr="00F515A0" w14:paraId="584456DD" w14:textId="77777777" w:rsidTr="00356828">
        <w:trPr>
          <w:trHeight w:val="340"/>
        </w:trPr>
        <w:tc>
          <w:tcPr>
            <w:tcW w:w="1915" w:type="dxa"/>
            <w:vAlign w:val="center"/>
          </w:tcPr>
          <w:p w14:paraId="3A4CF7CA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4875" w:type="dxa"/>
            <w:vAlign w:val="center"/>
          </w:tcPr>
          <w:p w14:paraId="35CADF8B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42EEA532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F01636" w:rsidRPr="00F515A0" w14:paraId="2C4EF2C8" w14:textId="77777777" w:rsidTr="00356828">
        <w:trPr>
          <w:trHeight w:val="340"/>
        </w:trPr>
        <w:tc>
          <w:tcPr>
            <w:tcW w:w="1915" w:type="dxa"/>
            <w:vAlign w:val="center"/>
          </w:tcPr>
          <w:p w14:paraId="50C5451C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4875" w:type="dxa"/>
            <w:vAlign w:val="center"/>
          </w:tcPr>
          <w:p w14:paraId="3AF9216F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02846623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F01636" w:rsidRPr="00F515A0" w14:paraId="68847307" w14:textId="77777777" w:rsidTr="00356828">
        <w:trPr>
          <w:trHeight w:val="340"/>
        </w:trPr>
        <w:tc>
          <w:tcPr>
            <w:tcW w:w="1915" w:type="dxa"/>
            <w:vAlign w:val="center"/>
          </w:tcPr>
          <w:p w14:paraId="6BC4A09F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4875" w:type="dxa"/>
            <w:vAlign w:val="center"/>
          </w:tcPr>
          <w:p w14:paraId="7152ECEB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1557E8A3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F01636" w:rsidRPr="00F515A0" w14:paraId="53E1171F" w14:textId="77777777" w:rsidTr="00356828">
        <w:trPr>
          <w:trHeight w:val="340"/>
        </w:trPr>
        <w:tc>
          <w:tcPr>
            <w:tcW w:w="1915" w:type="dxa"/>
            <w:vAlign w:val="center"/>
          </w:tcPr>
          <w:p w14:paraId="3C3DCE20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4875" w:type="dxa"/>
            <w:vAlign w:val="center"/>
          </w:tcPr>
          <w:p w14:paraId="2A1981C2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2F93CB0A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F01636" w:rsidRPr="00F515A0" w14:paraId="5845B3B6" w14:textId="77777777" w:rsidTr="00356828">
        <w:trPr>
          <w:trHeight w:val="340"/>
        </w:trPr>
        <w:tc>
          <w:tcPr>
            <w:tcW w:w="1915" w:type="dxa"/>
            <w:vAlign w:val="center"/>
          </w:tcPr>
          <w:p w14:paraId="7D40EDF4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4875" w:type="dxa"/>
            <w:vAlign w:val="center"/>
          </w:tcPr>
          <w:p w14:paraId="3EF5A6D9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710E9A63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F01636" w:rsidRPr="00F515A0" w14:paraId="5CC8FB79" w14:textId="77777777" w:rsidTr="00356828">
        <w:trPr>
          <w:trHeight w:val="340"/>
        </w:trPr>
        <w:tc>
          <w:tcPr>
            <w:tcW w:w="1915" w:type="dxa"/>
            <w:vAlign w:val="center"/>
          </w:tcPr>
          <w:p w14:paraId="050C2EC1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4875" w:type="dxa"/>
            <w:vAlign w:val="center"/>
          </w:tcPr>
          <w:p w14:paraId="3F6A493A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6B8808DD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F01636" w:rsidRPr="00F515A0" w14:paraId="39D33A82" w14:textId="77777777" w:rsidTr="00356828">
        <w:trPr>
          <w:trHeight w:val="340"/>
        </w:trPr>
        <w:tc>
          <w:tcPr>
            <w:tcW w:w="1915" w:type="dxa"/>
            <w:vAlign w:val="center"/>
          </w:tcPr>
          <w:p w14:paraId="25642E18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4875" w:type="dxa"/>
            <w:vAlign w:val="center"/>
          </w:tcPr>
          <w:p w14:paraId="0F492018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0360F63D" w14:textId="77777777" w:rsidR="00F01636" w:rsidRPr="00A42469" w:rsidRDefault="00F01636" w:rsidP="0035682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</w:tbl>
    <w:p w14:paraId="7778577A" w14:textId="77777777" w:rsidR="00F01636" w:rsidRDefault="00F01636" w:rsidP="00F01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0E3BF" w14:textId="77777777" w:rsidR="00F01636" w:rsidRPr="009C54AE" w:rsidRDefault="00F01636" w:rsidP="00F016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28EDFD1D" w14:textId="77777777" w:rsidR="00F01636" w:rsidRPr="009C54AE" w:rsidRDefault="00F01636" w:rsidP="00F016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2"/>
      </w:tblGrid>
      <w:tr w:rsidR="00F01636" w:rsidRPr="009C54AE" w14:paraId="1796219C" w14:textId="77777777" w:rsidTr="00356828">
        <w:trPr>
          <w:trHeight w:val="1074"/>
        </w:trPr>
        <w:tc>
          <w:tcPr>
            <w:tcW w:w="8782" w:type="dxa"/>
          </w:tcPr>
          <w:p w14:paraId="4D141C7F" w14:textId="77777777" w:rsidR="00F01636" w:rsidRPr="00A42469" w:rsidRDefault="00F01636" w:rsidP="00356828">
            <w:pPr>
              <w:spacing w:before="60" w:after="60" w:line="240" w:lineRule="auto"/>
              <w:ind w:left="-50"/>
              <w:jc w:val="both"/>
              <w:rPr>
                <w:rFonts w:ascii="Corbel" w:hAnsi="Corbel"/>
                <w:sz w:val="24"/>
                <w:szCs w:val="24"/>
              </w:rPr>
            </w:pPr>
            <w:r w:rsidRPr="00A42469">
              <w:rPr>
                <w:rFonts w:ascii="Corbel" w:hAnsi="Corbel"/>
                <w:sz w:val="24"/>
                <w:szCs w:val="24"/>
              </w:rPr>
              <w:t>Warunkiem zdania egzaminu jest uzyskanie pozytywnej oceny z testu jednokrotnego wyboru liczącego 15-21 pytań. Za poprawną odpowiedź na każde z pytań Student uzyskuje 1 punktów. Odpowiedź błędna jest liczona jako 0 punktów.</w:t>
            </w:r>
          </w:p>
        </w:tc>
      </w:tr>
    </w:tbl>
    <w:p w14:paraId="75941F9B" w14:textId="77777777" w:rsidR="00F01636" w:rsidRPr="009C54AE" w:rsidRDefault="00F01636" w:rsidP="00F01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D7784" w14:textId="77777777" w:rsidR="00F01636" w:rsidRPr="009C54AE" w:rsidRDefault="00F01636" w:rsidP="00F01636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42EE6AF" w14:textId="77777777" w:rsidR="00F01636" w:rsidRPr="009C54AE" w:rsidRDefault="00F01636" w:rsidP="00F01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F01636" w:rsidRPr="009C54AE" w14:paraId="5A407E54" w14:textId="77777777" w:rsidTr="00356828">
        <w:tc>
          <w:tcPr>
            <w:tcW w:w="5132" w:type="dxa"/>
            <w:vAlign w:val="center"/>
          </w:tcPr>
          <w:p w14:paraId="36549859" w14:textId="77777777" w:rsidR="00F01636" w:rsidRPr="009C54AE" w:rsidRDefault="00F01636" w:rsidP="003568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666560D3" w14:textId="77777777" w:rsidR="00F01636" w:rsidRPr="009C54AE" w:rsidRDefault="00F01636" w:rsidP="003568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01636" w:rsidRPr="009C54AE" w14:paraId="37F59C9C" w14:textId="77777777" w:rsidTr="00356828">
        <w:tc>
          <w:tcPr>
            <w:tcW w:w="5132" w:type="dxa"/>
            <w:vAlign w:val="center"/>
          </w:tcPr>
          <w:p w14:paraId="773B4A22" w14:textId="77777777" w:rsidR="00F01636" w:rsidRPr="009C54AE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  <w:vAlign w:val="center"/>
          </w:tcPr>
          <w:p w14:paraId="3897F097" w14:textId="77777777" w:rsidR="00F01636" w:rsidRPr="00F515A0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01636" w:rsidRPr="009C54AE" w14:paraId="28B41EA6" w14:textId="77777777" w:rsidTr="00356828">
        <w:tc>
          <w:tcPr>
            <w:tcW w:w="5132" w:type="dxa"/>
            <w:vAlign w:val="center"/>
          </w:tcPr>
          <w:p w14:paraId="6485D8A6" w14:textId="77777777" w:rsidR="00F01636" w:rsidRPr="009C54AE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D5392F" w14:textId="77777777" w:rsidR="00F01636" w:rsidRPr="009C54AE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vAlign w:val="center"/>
          </w:tcPr>
          <w:p w14:paraId="77FFBAF4" w14:textId="77777777" w:rsidR="00F01636" w:rsidRPr="00F515A0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15A0">
              <w:rPr>
                <w:rFonts w:ascii="Corbel" w:hAnsi="Corbel"/>
                <w:sz w:val="24"/>
                <w:szCs w:val="24"/>
              </w:rPr>
              <w:t>4 (udział w konsultacjach - 2 godz., udział w egzaminie - 2 godz.</w:t>
            </w:r>
          </w:p>
        </w:tc>
      </w:tr>
      <w:tr w:rsidR="00F01636" w:rsidRPr="009C54AE" w14:paraId="6C86DC94" w14:textId="77777777" w:rsidTr="00356828">
        <w:tc>
          <w:tcPr>
            <w:tcW w:w="5132" w:type="dxa"/>
            <w:vAlign w:val="center"/>
          </w:tcPr>
          <w:p w14:paraId="21089176" w14:textId="77777777" w:rsidR="00F01636" w:rsidRPr="009C54AE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C11676" w14:textId="77777777" w:rsidR="00F01636" w:rsidRPr="009C54AE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vAlign w:val="center"/>
          </w:tcPr>
          <w:p w14:paraId="6A87885A" w14:textId="77777777" w:rsidR="00F01636" w:rsidRPr="00F515A0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F01636" w:rsidRPr="009C54AE" w14:paraId="5B217D74" w14:textId="77777777" w:rsidTr="00356828">
        <w:trPr>
          <w:trHeight w:val="338"/>
        </w:trPr>
        <w:tc>
          <w:tcPr>
            <w:tcW w:w="5132" w:type="dxa"/>
            <w:vAlign w:val="center"/>
          </w:tcPr>
          <w:p w14:paraId="0CC90B96" w14:textId="77777777" w:rsidR="00F01636" w:rsidRPr="009C54AE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vAlign w:val="center"/>
          </w:tcPr>
          <w:p w14:paraId="17CE29AD" w14:textId="77777777" w:rsidR="00F01636" w:rsidRPr="00F515A0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01636" w:rsidRPr="009C54AE" w14:paraId="3B19C8EE" w14:textId="77777777" w:rsidTr="00356828">
        <w:trPr>
          <w:trHeight w:val="365"/>
        </w:trPr>
        <w:tc>
          <w:tcPr>
            <w:tcW w:w="5132" w:type="dxa"/>
            <w:vAlign w:val="center"/>
          </w:tcPr>
          <w:p w14:paraId="2ED6C068" w14:textId="77777777" w:rsidR="00F01636" w:rsidRPr="009C54AE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vAlign w:val="center"/>
          </w:tcPr>
          <w:p w14:paraId="7FA01385" w14:textId="77777777" w:rsidR="00F01636" w:rsidRPr="00F515A0" w:rsidRDefault="00F01636" w:rsidP="00356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3E36CA" w14:textId="77777777" w:rsidR="00F01636" w:rsidRPr="009C54AE" w:rsidRDefault="00F01636" w:rsidP="00F0163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8C8C58A" w14:textId="77777777" w:rsidR="00F01636" w:rsidRPr="009C54AE" w:rsidRDefault="00F01636" w:rsidP="00F01636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294F1707" w14:textId="77777777" w:rsidR="00F01636" w:rsidRPr="009C54AE" w:rsidRDefault="00F01636" w:rsidP="00F01636">
      <w:pPr>
        <w:pStyle w:val="Punktygwne"/>
        <w:spacing w:before="0" w:after="0"/>
        <w:rPr>
          <w:rFonts w:ascii="Corbel" w:hAnsi="Corbel"/>
          <w:smallCaps w:val="0"/>
        </w:rPr>
      </w:pPr>
      <w:r w:rsidRPr="3967B02D">
        <w:rPr>
          <w:rFonts w:ascii="Corbel" w:hAnsi="Corbel"/>
          <w:smallCaps w:val="0"/>
        </w:rPr>
        <w:t xml:space="preserve">6. LITERATURA </w:t>
      </w:r>
    </w:p>
    <w:p w14:paraId="5A331D7D" w14:textId="77777777" w:rsidR="00F01636" w:rsidRPr="009C54AE" w:rsidRDefault="00F01636" w:rsidP="00F016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01636" w:rsidRPr="009C54AE" w14:paraId="30C177C1" w14:textId="77777777" w:rsidTr="00356828">
        <w:trPr>
          <w:trHeight w:val="397"/>
        </w:trPr>
        <w:tc>
          <w:tcPr>
            <w:tcW w:w="9214" w:type="dxa"/>
          </w:tcPr>
          <w:p w14:paraId="75FF3C38" w14:textId="77777777" w:rsidR="00F01636" w:rsidRPr="00F515A0" w:rsidRDefault="00F01636" w:rsidP="00356828">
            <w:pPr>
              <w:pStyle w:val="Punktygwne"/>
              <w:spacing w:before="60" w:after="0"/>
              <w:rPr>
                <w:bCs/>
              </w:rPr>
            </w:pPr>
            <w:r w:rsidRPr="7AC7024E">
              <w:rPr>
                <w:rFonts w:ascii="Corbel" w:hAnsi="Corbel"/>
                <w:bCs/>
                <w:smallCaps w:val="0"/>
              </w:rPr>
              <w:t>Literatura podstawowa:</w:t>
            </w:r>
            <w:r w:rsidRPr="7AC7024E">
              <w:rPr>
                <w:bCs/>
              </w:rPr>
              <w:t xml:space="preserve"> </w:t>
            </w:r>
          </w:p>
          <w:p w14:paraId="5BB61B31" w14:textId="77777777" w:rsidR="00F01636" w:rsidRPr="00F515A0" w:rsidRDefault="00F01636" w:rsidP="00356828">
            <w:pPr>
              <w:pStyle w:val="Punktygwne"/>
              <w:numPr>
                <w:ilvl w:val="0"/>
                <w:numId w:val="2"/>
              </w:numPr>
              <w:spacing w:before="6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7AC7024E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7AC7024E">
              <w:rPr>
                <w:rFonts w:ascii="Corbel" w:hAnsi="Corbel"/>
                <w:b w:val="0"/>
                <w:smallCaps w:val="0"/>
              </w:rPr>
              <w:t>Korybski</w:t>
            </w:r>
            <w:proofErr w:type="spellEnd"/>
            <w:r w:rsidRPr="7AC7024E">
              <w:rPr>
                <w:rFonts w:ascii="Corbel" w:hAnsi="Corbel"/>
                <w:b w:val="0"/>
                <w:smallCaps w:val="0"/>
              </w:rPr>
              <w:t>, L. Leszczyński, Stanowienie i stosowanie prawa: elementy teorii, Warszawa 20</w:t>
            </w:r>
            <w:r>
              <w:rPr>
                <w:rFonts w:ascii="Corbel" w:hAnsi="Corbel"/>
                <w:b w:val="0"/>
                <w:smallCaps w:val="0"/>
              </w:rPr>
              <w:t>21</w:t>
            </w:r>
            <w:r w:rsidRPr="7AC7024E">
              <w:rPr>
                <w:rFonts w:ascii="Corbel" w:hAnsi="Corbel"/>
                <w:b w:val="0"/>
                <w:smallCaps w:val="0"/>
              </w:rPr>
              <w:t>.</w:t>
            </w:r>
          </w:p>
          <w:p w14:paraId="743E0189" w14:textId="77777777" w:rsidR="00F01636" w:rsidRPr="00F515A0" w:rsidRDefault="00F01636" w:rsidP="0035682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L. Leszczyński, Zagadnienia teorii stosowania prawa. Doktryna i tezy orzecznictwa, Kraków 2004</w:t>
            </w:r>
          </w:p>
          <w:p w14:paraId="09CDE3B4" w14:textId="77777777" w:rsidR="00F01636" w:rsidRPr="00F515A0" w:rsidRDefault="00F01636" w:rsidP="0035682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Dziedziak</w:t>
            </w:r>
            <w:proofErr w:type="spellEnd"/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, B. </w:t>
            </w:r>
            <w:proofErr w:type="spellStart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Liżewski</w:t>
            </w:r>
            <w:proofErr w:type="spellEnd"/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 (red.), Zagadnienia stosowania prawa : perspektywa teoretyczna i dogmatyczna, Lublin 2015</w:t>
            </w:r>
          </w:p>
          <w:p w14:paraId="3AA5187A" w14:textId="77777777" w:rsidR="00F01636" w:rsidRPr="00F515A0" w:rsidRDefault="00F01636" w:rsidP="00356828">
            <w:pPr>
              <w:pStyle w:val="Punktygwne"/>
              <w:numPr>
                <w:ilvl w:val="0"/>
                <w:numId w:val="2"/>
              </w:numPr>
              <w:spacing w:before="0" w:after="0"/>
              <w:ind w:left="319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>Dolnicki, Sądowe stosowanie prawa, Katowice 2014</w:t>
            </w:r>
          </w:p>
          <w:p w14:paraId="6AA8E0FA" w14:textId="77777777" w:rsidR="00F01636" w:rsidRPr="00F515A0" w:rsidRDefault="00F01636" w:rsidP="00356828">
            <w:pPr>
              <w:pStyle w:val="Punktygwne"/>
              <w:numPr>
                <w:ilvl w:val="0"/>
                <w:numId w:val="2"/>
              </w:numPr>
              <w:spacing w:before="0" w:after="0"/>
              <w:ind w:left="31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M. Zieliński, Wykładnia prawa. Zasady, reguły, wskazówki,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BCBBCCC" w14:textId="77777777" w:rsidR="00F01636" w:rsidRPr="00F515A0" w:rsidRDefault="00F01636" w:rsidP="00356828">
            <w:pPr>
              <w:pStyle w:val="Punktygwne"/>
              <w:numPr>
                <w:ilvl w:val="0"/>
                <w:numId w:val="2"/>
              </w:numPr>
              <w:spacing w:before="0" w:after="0"/>
              <w:ind w:left="31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Szafrański (red.), Zasady techniki prawodawczej w zakresie aktów prawa miejscowego: komentarz praktyczny z wzorami oraz przykładami,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16C01F" w14:textId="77777777" w:rsidR="00F01636" w:rsidRDefault="00F01636" w:rsidP="00356828">
            <w:pPr>
              <w:pStyle w:val="Punktygwne"/>
              <w:numPr>
                <w:ilvl w:val="0"/>
                <w:numId w:val="2"/>
              </w:numPr>
              <w:spacing w:before="0" w:after="0"/>
              <w:ind w:left="31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S. Wronkowska, M. Zieliński, Komentarz do zasad techniki prawodawczej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>z dnia 20 czerwca 2002 r.,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  <w:p w14:paraId="3DD508DA" w14:textId="77777777" w:rsidR="00F01636" w:rsidRPr="009C54AE" w:rsidRDefault="00F01636" w:rsidP="00356828">
            <w:pPr>
              <w:pStyle w:val="Punktygwne"/>
              <w:numPr>
                <w:ilvl w:val="0"/>
                <w:numId w:val="2"/>
              </w:numPr>
              <w:spacing w:before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A. Malinowski, A. Bałaban, R. Piotrowski, P. Kędziora. D. Dąbek, R. Pawelec,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>Zarys metodyki pracy legislatora. Ustawy - akty wykonawcze - prawo miejscowe, Warszawa 2009</w:t>
            </w:r>
          </w:p>
        </w:tc>
      </w:tr>
      <w:tr w:rsidR="00F01636" w:rsidRPr="009C54AE" w14:paraId="0797ED92" w14:textId="77777777" w:rsidTr="00356828">
        <w:trPr>
          <w:trHeight w:val="397"/>
        </w:trPr>
        <w:tc>
          <w:tcPr>
            <w:tcW w:w="9214" w:type="dxa"/>
          </w:tcPr>
          <w:p w14:paraId="091BE874" w14:textId="77777777" w:rsidR="00F01636" w:rsidRDefault="00F01636" w:rsidP="00356828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7AC7024E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EB16C9B" w14:textId="77777777" w:rsidR="00F01636" w:rsidRPr="00C50B4E" w:rsidRDefault="00F01636" w:rsidP="00356828">
            <w:pPr>
              <w:pStyle w:val="Punktygwne"/>
              <w:numPr>
                <w:ilvl w:val="0"/>
                <w:numId w:val="3"/>
              </w:numPr>
              <w:spacing w:before="60" w:after="0"/>
              <w:ind w:left="324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Maroń</w:t>
            </w:r>
            <w:proofErr w:type="spellEnd"/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Wstęp do prawoznawstwa, Rzeszów 2011</w:t>
            </w:r>
          </w:p>
          <w:p w14:paraId="47A02E34" w14:textId="77777777" w:rsidR="00F01636" w:rsidRPr="00C50B4E" w:rsidRDefault="00F01636" w:rsidP="00356828">
            <w:pPr>
              <w:pStyle w:val="Punktygwne"/>
              <w:numPr>
                <w:ilvl w:val="0"/>
                <w:numId w:val="3"/>
              </w:numPr>
              <w:spacing w:before="0" w:after="0"/>
              <w:ind w:left="324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Wróblewski, Zasady tworzenia prawa, Warszawa 1989</w:t>
            </w:r>
          </w:p>
          <w:p w14:paraId="67196E0F" w14:textId="77777777" w:rsidR="00F01636" w:rsidRPr="00C50B4E" w:rsidRDefault="00F01636" w:rsidP="00356828">
            <w:pPr>
              <w:pStyle w:val="Punktygwne"/>
              <w:numPr>
                <w:ilvl w:val="0"/>
                <w:numId w:val="3"/>
              </w:numPr>
              <w:spacing w:before="0" w:after="0"/>
              <w:ind w:left="324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Wróblewski, Sądowe stosowanie prawa, Warszawa 1988</w:t>
            </w:r>
          </w:p>
          <w:p w14:paraId="55A0283D" w14:textId="77777777" w:rsidR="00F01636" w:rsidRPr="00C50B4E" w:rsidRDefault="00F01636" w:rsidP="00356828">
            <w:pPr>
              <w:pStyle w:val="Punktygwne"/>
              <w:numPr>
                <w:ilvl w:val="0"/>
                <w:numId w:val="3"/>
              </w:numPr>
              <w:spacing w:before="0" w:after="0"/>
              <w:ind w:left="324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Siemaszko, Stosowanie prawa. Księga jubileuszowa z okazji XX-</w:t>
            </w:r>
            <w:proofErr w:type="spellStart"/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lecia</w:t>
            </w:r>
            <w:proofErr w:type="spellEnd"/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Instytutu Wymiaru Sprawiedliwości, Warszawa 2011</w:t>
            </w:r>
          </w:p>
          <w:p w14:paraId="7C34907C" w14:textId="77777777" w:rsidR="00F01636" w:rsidRPr="00A42469" w:rsidRDefault="00F01636" w:rsidP="00356828">
            <w:pPr>
              <w:pStyle w:val="Punktygwne"/>
              <w:numPr>
                <w:ilvl w:val="0"/>
                <w:numId w:val="3"/>
              </w:numPr>
              <w:spacing w:before="0"/>
              <w:ind w:left="323" w:hanging="2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Leszczyński, B.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Liżewski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A. Szot</w:t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 (red.),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Precedens w polskim porządku prawnym,</w:t>
            </w:r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8</w:t>
            </w:r>
          </w:p>
        </w:tc>
      </w:tr>
    </w:tbl>
    <w:p w14:paraId="6A81ABB7" w14:textId="77777777" w:rsidR="00F01636" w:rsidRPr="009C54AE" w:rsidRDefault="00F01636" w:rsidP="00F016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A575BB" w14:textId="77777777" w:rsidR="00F01636" w:rsidRPr="009C54AE" w:rsidRDefault="00F01636" w:rsidP="00F0163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FE81A6A" w14:textId="4DBA5CED" w:rsidR="00C62E47" w:rsidRPr="009C54AE" w:rsidRDefault="00C62E47" w:rsidP="00F01636">
      <w:pPr>
        <w:pStyle w:val="Akapitzlist"/>
        <w:spacing w:line="240" w:lineRule="auto"/>
        <w:ind w:left="426"/>
        <w:jc w:val="both"/>
        <w:rPr>
          <w:rFonts w:ascii="Corbel" w:hAnsi="Corbel"/>
          <w:szCs w:val="24"/>
        </w:rPr>
      </w:pPr>
    </w:p>
    <w:sectPr w:rsidR="00C62E47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77FD1" w14:textId="77777777" w:rsidR="00FE5DF3" w:rsidRDefault="00FE5DF3" w:rsidP="00C16ABF">
      <w:pPr>
        <w:spacing w:after="0" w:line="240" w:lineRule="auto"/>
      </w:pPr>
      <w:r>
        <w:separator/>
      </w:r>
    </w:p>
  </w:endnote>
  <w:endnote w:type="continuationSeparator" w:id="0">
    <w:p w14:paraId="68C63D31" w14:textId="77777777" w:rsidR="00FE5DF3" w:rsidRDefault="00FE5D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B5D43" w14:textId="77777777" w:rsidR="00FE5DF3" w:rsidRDefault="00FE5DF3" w:rsidP="00C16ABF">
      <w:pPr>
        <w:spacing w:after="0" w:line="240" w:lineRule="auto"/>
      </w:pPr>
      <w:r>
        <w:separator/>
      </w:r>
    </w:p>
  </w:footnote>
  <w:footnote w:type="continuationSeparator" w:id="0">
    <w:p w14:paraId="4EF07598" w14:textId="77777777" w:rsidR="00FE5DF3" w:rsidRDefault="00FE5DF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456449"/>
    <w:multiLevelType w:val="hybridMultilevel"/>
    <w:tmpl w:val="02F03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408B5"/>
    <w:multiLevelType w:val="hybridMultilevel"/>
    <w:tmpl w:val="C096C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06786">
    <w:abstractNumId w:val="0"/>
  </w:num>
  <w:num w:numId="2" w16cid:durableId="92675430">
    <w:abstractNumId w:val="2"/>
  </w:num>
  <w:num w:numId="3" w16cid:durableId="158075416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7B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DC9"/>
    <w:rsid w:val="001F2CA2"/>
    <w:rsid w:val="002144C0"/>
    <w:rsid w:val="0022477D"/>
    <w:rsid w:val="002278A9"/>
    <w:rsid w:val="002336F9"/>
    <w:rsid w:val="0024028F"/>
    <w:rsid w:val="00244ABC"/>
    <w:rsid w:val="002579DC"/>
    <w:rsid w:val="00272881"/>
    <w:rsid w:val="00281FF2"/>
    <w:rsid w:val="002857DE"/>
    <w:rsid w:val="002907BE"/>
    <w:rsid w:val="00291567"/>
    <w:rsid w:val="002A22BF"/>
    <w:rsid w:val="002A2389"/>
    <w:rsid w:val="002A671D"/>
    <w:rsid w:val="002B4D55"/>
    <w:rsid w:val="002B5EA0"/>
    <w:rsid w:val="002B6119"/>
    <w:rsid w:val="002C1F06"/>
    <w:rsid w:val="002C2C4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94D"/>
    <w:rsid w:val="003C6764"/>
    <w:rsid w:val="003D18A9"/>
    <w:rsid w:val="003D6CE2"/>
    <w:rsid w:val="003E1941"/>
    <w:rsid w:val="003E2FE6"/>
    <w:rsid w:val="003E49D5"/>
    <w:rsid w:val="003E5A24"/>
    <w:rsid w:val="003F205D"/>
    <w:rsid w:val="003F38C0"/>
    <w:rsid w:val="0040741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F50"/>
    <w:rsid w:val="0056696D"/>
    <w:rsid w:val="005729E6"/>
    <w:rsid w:val="0059484D"/>
    <w:rsid w:val="005A0855"/>
    <w:rsid w:val="005A133C"/>
    <w:rsid w:val="005A3196"/>
    <w:rsid w:val="005B5FDE"/>
    <w:rsid w:val="005C080F"/>
    <w:rsid w:val="005C55E5"/>
    <w:rsid w:val="005C696A"/>
    <w:rsid w:val="005E6E85"/>
    <w:rsid w:val="005F31D2"/>
    <w:rsid w:val="0060119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44A"/>
    <w:rsid w:val="006E5D65"/>
    <w:rsid w:val="006F1282"/>
    <w:rsid w:val="006F1FBC"/>
    <w:rsid w:val="006F31E2"/>
    <w:rsid w:val="00706544"/>
    <w:rsid w:val="007072BA"/>
    <w:rsid w:val="00712737"/>
    <w:rsid w:val="0071620A"/>
    <w:rsid w:val="00724677"/>
    <w:rsid w:val="00725459"/>
    <w:rsid w:val="007327BD"/>
    <w:rsid w:val="00734608"/>
    <w:rsid w:val="00745302"/>
    <w:rsid w:val="007461D6"/>
    <w:rsid w:val="00746AAD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E9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AC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27A"/>
    <w:rsid w:val="00A36899"/>
    <w:rsid w:val="00A371F6"/>
    <w:rsid w:val="00A43BF6"/>
    <w:rsid w:val="00A5248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D1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1E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A7"/>
    <w:rsid w:val="00C26CB7"/>
    <w:rsid w:val="00C324C1"/>
    <w:rsid w:val="00C34D82"/>
    <w:rsid w:val="00C36992"/>
    <w:rsid w:val="00C50896"/>
    <w:rsid w:val="00C50B4E"/>
    <w:rsid w:val="00C56036"/>
    <w:rsid w:val="00C61DC5"/>
    <w:rsid w:val="00C62E47"/>
    <w:rsid w:val="00C67E92"/>
    <w:rsid w:val="00C70A26"/>
    <w:rsid w:val="00C766DF"/>
    <w:rsid w:val="00C94B98"/>
    <w:rsid w:val="00CA2B96"/>
    <w:rsid w:val="00CA5089"/>
    <w:rsid w:val="00CA56E5"/>
    <w:rsid w:val="00CD4DEF"/>
    <w:rsid w:val="00CD6897"/>
    <w:rsid w:val="00CE5BAC"/>
    <w:rsid w:val="00CF25BE"/>
    <w:rsid w:val="00CF6D96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8F8"/>
    <w:rsid w:val="00D74119"/>
    <w:rsid w:val="00D8075B"/>
    <w:rsid w:val="00D8678B"/>
    <w:rsid w:val="00DA2114"/>
    <w:rsid w:val="00DC5603"/>
    <w:rsid w:val="00DE09C0"/>
    <w:rsid w:val="00DE4A14"/>
    <w:rsid w:val="00DF320D"/>
    <w:rsid w:val="00DF71C8"/>
    <w:rsid w:val="00E129B8"/>
    <w:rsid w:val="00E169CA"/>
    <w:rsid w:val="00E21E7D"/>
    <w:rsid w:val="00E22FBC"/>
    <w:rsid w:val="00E24BF5"/>
    <w:rsid w:val="00E25338"/>
    <w:rsid w:val="00E42AA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636"/>
    <w:rsid w:val="00F070AB"/>
    <w:rsid w:val="00F16C61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DF3"/>
    <w:rsid w:val="00FF016A"/>
    <w:rsid w:val="00FF1401"/>
    <w:rsid w:val="00FF5E7D"/>
    <w:rsid w:val="0504B72C"/>
    <w:rsid w:val="105755A3"/>
    <w:rsid w:val="1360195C"/>
    <w:rsid w:val="18E462ED"/>
    <w:rsid w:val="1B7F4108"/>
    <w:rsid w:val="1EB8B109"/>
    <w:rsid w:val="1FCCA3E7"/>
    <w:rsid w:val="2465CBFA"/>
    <w:rsid w:val="28E33D5B"/>
    <w:rsid w:val="2DE8FF4A"/>
    <w:rsid w:val="34895B89"/>
    <w:rsid w:val="3967B02D"/>
    <w:rsid w:val="3CB008D3"/>
    <w:rsid w:val="40CEB756"/>
    <w:rsid w:val="4DE86CEF"/>
    <w:rsid w:val="4E0FCC14"/>
    <w:rsid w:val="4E1BC961"/>
    <w:rsid w:val="4EFC3100"/>
    <w:rsid w:val="517FC48D"/>
    <w:rsid w:val="54CD885D"/>
    <w:rsid w:val="56C97732"/>
    <w:rsid w:val="5D5D963A"/>
    <w:rsid w:val="612B4803"/>
    <w:rsid w:val="66857ACF"/>
    <w:rsid w:val="68214B30"/>
    <w:rsid w:val="69BD1B91"/>
    <w:rsid w:val="6B58EBF2"/>
    <w:rsid w:val="6B661E52"/>
    <w:rsid w:val="6C4D0C2C"/>
    <w:rsid w:val="6F9A4BAC"/>
    <w:rsid w:val="71327D8A"/>
    <w:rsid w:val="7AC7024E"/>
    <w:rsid w:val="7E0B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81287"/>
  <w15:docId w15:val="{33CCAE47-5024-46F0-BB61-B59C00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E97E1-0A1C-4DF6-B048-CA26A83C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2025-10-28T11:24:00Z</cp:lastPrinted>
  <dcterms:created xsi:type="dcterms:W3CDTF">2025-09-11T08:42:00Z</dcterms:created>
  <dcterms:modified xsi:type="dcterms:W3CDTF">2025-10-28T11:26:00Z</dcterms:modified>
</cp:coreProperties>
</file>